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8B3" w:rsidRPr="0088602C" w:rsidRDefault="00A018B3" w:rsidP="0022037D">
      <w:pPr>
        <w:rPr>
          <w:sz w:val="20"/>
        </w:rPr>
      </w:pPr>
      <w:r w:rsidRPr="0088602C">
        <w:rPr>
          <w:sz w:val="20"/>
        </w:rPr>
        <w:t>VDS</w:t>
      </w:r>
      <w:r w:rsidR="00613F29" w:rsidRPr="0088602C">
        <w:rPr>
          <w:sz w:val="20"/>
        </w:rPr>
        <w:tab/>
      </w:r>
      <w:r w:rsidR="00B870DA" w:rsidRPr="0088602C">
        <w:rPr>
          <w:sz w:val="20"/>
        </w:rPr>
        <w:t xml:space="preserve">Date:  </w:t>
      </w:r>
      <w:r w:rsidR="00102F22" w:rsidRPr="0088602C">
        <w:rPr>
          <w:sz w:val="20"/>
        </w:rPr>
        <w:t>2/</w:t>
      </w:r>
      <w:r w:rsidR="00177C5B" w:rsidRPr="0088602C">
        <w:rPr>
          <w:sz w:val="20"/>
        </w:rPr>
        <w:t>2</w:t>
      </w:r>
      <w:r w:rsidR="00105BE2">
        <w:rPr>
          <w:sz w:val="20"/>
        </w:rPr>
        <w:t>0</w:t>
      </w:r>
      <w:r w:rsidR="00102F22" w:rsidRPr="0088602C">
        <w:rPr>
          <w:sz w:val="20"/>
        </w:rPr>
        <w:t>/201</w:t>
      </w:r>
      <w:r w:rsidR="00105BE2">
        <w:rPr>
          <w:sz w:val="20"/>
        </w:rPr>
        <w:t>2</w:t>
      </w:r>
    </w:p>
    <w:p w:rsidR="00A018B3" w:rsidRPr="0088602C" w:rsidRDefault="00102F22" w:rsidP="0022037D">
      <w:pPr>
        <w:rPr>
          <w:sz w:val="20"/>
        </w:rPr>
      </w:pPr>
      <w:r w:rsidRPr="0088602C">
        <w:rPr>
          <w:sz w:val="20"/>
        </w:rPr>
        <w:t xml:space="preserve">Exercise </w:t>
      </w:r>
      <w:r w:rsidR="00177C5B" w:rsidRPr="0088602C">
        <w:rPr>
          <w:sz w:val="20"/>
        </w:rPr>
        <w:t>6</w:t>
      </w:r>
      <w:r w:rsidRPr="0088602C">
        <w:rPr>
          <w:sz w:val="20"/>
        </w:rPr>
        <w:t>th</w:t>
      </w:r>
      <w:r w:rsidR="00A018B3" w:rsidRPr="0088602C">
        <w:rPr>
          <w:sz w:val="20"/>
        </w:rPr>
        <w:t xml:space="preserve"> Class</w:t>
      </w:r>
      <w:r w:rsidR="00A018B3" w:rsidRPr="0088602C">
        <w:rPr>
          <w:sz w:val="20"/>
        </w:rPr>
        <w:tab/>
      </w:r>
      <w:r w:rsidR="00A018B3" w:rsidRPr="0088602C">
        <w:rPr>
          <w:sz w:val="20"/>
        </w:rPr>
        <w:tab/>
      </w:r>
      <w:r w:rsidR="00A018B3" w:rsidRPr="0088602C">
        <w:rPr>
          <w:sz w:val="20"/>
        </w:rPr>
        <w:tab/>
      </w:r>
      <w:r w:rsidR="00A018B3" w:rsidRPr="0088602C">
        <w:rPr>
          <w:sz w:val="20"/>
        </w:rPr>
        <w:tab/>
      </w:r>
      <w:r w:rsidR="00A018B3" w:rsidRPr="0088602C">
        <w:rPr>
          <w:sz w:val="20"/>
        </w:rPr>
        <w:tab/>
        <w:t>NAME: _________________________</w:t>
      </w:r>
    </w:p>
    <w:p w:rsidR="00A018B3" w:rsidRPr="0088602C" w:rsidRDefault="00613F29" w:rsidP="00613F29">
      <w:pPr>
        <w:spacing w:line="276" w:lineRule="auto"/>
        <w:ind w:right="720"/>
        <w:rPr>
          <w:sz w:val="20"/>
        </w:rPr>
      </w:pPr>
      <w:bookmarkStart w:id="0" w:name="_GoBack"/>
      <w:r w:rsidRPr="0088602C">
        <w:rPr>
          <w:sz w:val="20"/>
        </w:rPr>
        <w:t xml:space="preserve"> </w:t>
      </w:r>
      <w:r w:rsidR="0088602C">
        <w:rPr>
          <w:sz w:val="20"/>
        </w:rPr>
        <w:t>H-</w:t>
      </w:r>
      <w:proofErr w:type="gramStart"/>
      <w:r w:rsidR="0088602C">
        <w:rPr>
          <w:sz w:val="20"/>
        </w:rPr>
        <w:t xml:space="preserve">H  </w:t>
      </w:r>
      <w:r w:rsidRPr="0088602C">
        <w:rPr>
          <w:sz w:val="20"/>
        </w:rPr>
        <w:t>exercise</w:t>
      </w:r>
      <w:proofErr w:type="gramEnd"/>
    </w:p>
    <w:bookmarkEnd w:id="0"/>
    <w:p w:rsidR="0088602C" w:rsidRPr="0088602C" w:rsidRDefault="00A018B3" w:rsidP="0088602C">
      <w:pPr>
        <w:rPr>
          <w:sz w:val="20"/>
        </w:rPr>
      </w:pPr>
      <w:r w:rsidRPr="0088602C">
        <w:rPr>
          <w:sz w:val="20"/>
          <w:u w:val="single"/>
        </w:rPr>
        <w:t>Instructions</w:t>
      </w:r>
      <w:r w:rsidRPr="0088602C">
        <w:rPr>
          <w:sz w:val="20"/>
        </w:rPr>
        <w:t xml:space="preserve">: </w:t>
      </w:r>
      <w:r w:rsidR="0088602C">
        <w:rPr>
          <w:sz w:val="20"/>
        </w:rPr>
        <w:t>write out the solutions to these problems</w:t>
      </w:r>
    </w:p>
    <w:p w:rsidR="00102F22" w:rsidRPr="0088602C" w:rsidRDefault="0088602C" w:rsidP="00B870DA">
      <w:pPr>
        <w:spacing w:line="276" w:lineRule="auto"/>
        <w:ind w:right="720"/>
        <w:rPr>
          <w:b/>
          <w:sz w:val="22"/>
        </w:rPr>
      </w:pPr>
      <w:r w:rsidRPr="0088602C">
        <w:rPr>
          <w:b/>
          <w:noProof/>
          <w:sz w:val="22"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2810510</wp:posOffset>
            </wp:positionH>
            <wp:positionV relativeFrom="paragraph">
              <wp:posOffset>200660</wp:posOffset>
            </wp:positionV>
            <wp:extent cx="687705" cy="450850"/>
            <wp:effectExtent l="19050" t="0" r="0" b="0"/>
            <wp:wrapNone/>
            <wp:docPr id="2" name="Picture 1" descr="200px-Sodium-formate-2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200px-Sodium-formate-2D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705" cy="450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602C">
        <w:rPr>
          <w:b/>
          <w:noProof/>
          <w:sz w:val="22"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1677035</wp:posOffset>
            </wp:positionH>
            <wp:positionV relativeFrom="paragraph">
              <wp:posOffset>200660</wp:posOffset>
            </wp:positionV>
            <wp:extent cx="516890" cy="426720"/>
            <wp:effectExtent l="19050" t="0" r="0" b="0"/>
            <wp:wrapNone/>
            <wp:docPr id="3" name="Picture 2" descr="120px-Ameisensäure_Keilstrich.sv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120px-Ameisensäure_Keilstrich.svg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7C5B" w:rsidRPr="0088602C">
        <w:rPr>
          <w:b/>
          <w:sz w:val="22"/>
        </w:rPr>
        <w:t>Henderson-</w:t>
      </w:r>
      <w:proofErr w:type="spellStart"/>
      <w:r w:rsidR="00177C5B" w:rsidRPr="0088602C">
        <w:rPr>
          <w:b/>
          <w:sz w:val="22"/>
        </w:rPr>
        <w:t>Hasselbalch</w:t>
      </w:r>
      <w:proofErr w:type="spellEnd"/>
      <w:r w:rsidR="00177C5B" w:rsidRPr="0088602C">
        <w:rPr>
          <w:b/>
          <w:sz w:val="22"/>
        </w:rPr>
        <w:t xml:space="preserve"> example 1</w:t>
      </w:r>
    </w:p>
    <w:p w:rsidR="0088602C" w:rsidRPr="0088602C" w:rsidRDefault="0088602C" w:rsidP="00B870DA">
      <w:pPr>
        <w:spacing w:line="276" w:lineRule="auto"/>
        <w:ind w:right="720"/>
        <w:rPr>
          <w:b/>
          <w:sz w:val="22"/>
        </w:rPr>
      </w:pPr>
    </w:p>
    <w:p w:rsidR="0088602C" w:rsidRPr="0088602C" w:rsidRDefault="0088602C" w:rsidP="0088602C">
      <w:pPr>
        <w:spacing w:line="276" w:lineRule="auto"/>
        <w:ind w:right="720"/>
        <w:rPr>
          <w:b/>
          <w:sz w:val="22"/>
        </w:rPr>
      </w:pPr>
    </w:p>
    <w:p w:rsidR="0088602C" w:rsidRPr="0088602C" w:rsidRDefault="0088602C" w:rsidP="0088602C">
      <w:pPr>
        <w:spacing w:line="276" w:lineRule="auto"/>
        <w:ind w:left="1440" w:right="720" w:firstLine="720"/>
        <w:rPr>
          <w:b/>
          <w:sz w:val="22"/>
        </w:rPr>
      </w:pPr>
      <w:r w:rsidRPr="0088602C">
        <w:rPr>
          <w:b/>
          <w:sz w:val="22"/>
        </w:rPr>
        <w:t xml:space="preserve">   </w:t>
      </w:r>
      <w:proofErr w:type="spellStart"/>
      <w:r w:rsidRPr="0088602C">
        <w:rPr>
          <w:b/>
          <w:sz w:val="22"/>
        </w:rPr>
        <w:t>Formate</w:t>
      </w:r>
      <w:proofErr w:type="spellEnd"/>
      <w:r w:rsidRPr="0088602C">
        <w:rPr>
          <w:b/>
          <w:sz w:val="22"/>
        </w:rPr>
        <w:tab/>
        <w:t xml:space="preserve">     Sodium </w:t>
      </w:r>
      <w:proofErr w:type="spellStart"/>
      <w:r w:rsidRPr="0088602C">
        <w:rPr>
          <w:b/>
          <w:sz w:val="22"/>
        </w:rPr>
        <w:t>Formate</w:t>
      </w:r>
      <w:proofErr w:type="spellEnd"/>
    </w:p>
    <w:p w:rsidR="00412B3C" w:rsidRPr="0088602C" w:rsidRDefault="002D49AE" w:rsidP="0088602C">
      <w:pPr>
        <w:spacing w:line="276" w:lineRule="auto"/>
        <w:ind w:right="720"/>
        <w:rPr>
          <w:sz w:val="20"/>
        </w:rPr>
      </w:pPr>
      <w:r w:rsidRPr="0088602C">
        <w:rPr>
          <w:sz w:val="20"/>
        </w:rPr>
        <w:t xml:space="preserve">What is the pH of a solution made by mixing 200 ml of 0.5 M formic acid with 150 ml of 1 M sodium </w:t>
      </w:r>
      <w:proofErr w:type="spellStart"/>
      <w:r w:rsidRPr="0088602C">
        <w:rPr>
          <w:sz w:val="20"/>
        </w:rPr>
        <w:t>formate</w:t>
      </w:r>
      <w:proofErr w:type="spellEnd"/>
      <w:r w:rsidRPr="0088602C">
        <w:rPr>
          <w:sz w:val="20"/>
        </w:rPr>
        <w:t xml:space="preserve"> if the </w:t>
      </w:r>
      <w:proofErr w:type="spellStart"/>
      <w:r w:rsidRPr="0088602C">
        <w:rPr>
          <w:sz w:val="20"/>
        </w:rPr>
        <w:t>pKa</w:t>
      </w:r>
      <w:proofErr w:type="spellEnd"/>
      <w:r w:rsidRPr="0088602C">
        <w:rPr>
          <w:sz w:val="20"/>
        </w:rPr>
        <w:t xml:space="preserve"> of </w:t>
      </w:r>
      <w:proofErr w:type="spellStart"/>
      <w:r w:rsidRPr="0088602C">
        <w:rPr>
          <w:sz w:val="20"/>
        </w:rPr>
        <w:t>formate</w:t>
      </w:r>
      <w:proofErr w:type="spellEnd"/>
      <w:r w:rsidRPr="0088602C">
        <w:rPr>
          <w:sz w:val="20"/>
        </w:rPr>
        <w:t xml:space="preserve"> is 3.75?</w:t>
      </w:r>
    </w:p>
    <w:p w:rsidR="00177C5B" w:rsidRPr="0088602C" w:rsidRDefault="00177C5B" w:rsidP="0088602C">
      <w:pPr>
        <w:spacing w:line="276" w:lineRule="auto"/>
        <w:ind w:right="720"/>
        <w:rPr>
          <w:sz w:val="20"/>
        </w:rPr>
      </w:pPr>
      <w:proofErr w:type="gramStart"/>
      <w:r w:rsidRPr="0088602C">
        <w:rPr>
          <w:sz w:val="20"/>
        </w:rPr>
        <w:t>pH</w:t>
      </w:r>
      <w:proofErr w:type="gramEnd"/>
      <w:r w:rsidRPr="0088602C">
        <w:rPr>
          <w:sz w:val="20"/>
        </w:rPr>
        <w:t xml:space="preserve"> = </w:t>
      </w:r>
      <w:proofErr w:type="spellStart"/>
      <w:r w:rsidRPr="0088602C">
        <w:rPr>
          <w:sz w:val="20"/>
        </w:rPr>
        <w:t>pKa</w:t>
      </w:r>
      <w:proofErr w:type="spellEnd"/>
      <w:r w:rsidRPr="0088602C">
        <w:rPr>
          <w:sz w:val="20"/>
        </w:rPr>
        <w:t xml:space="preserve"> + log [A]/[HA]</w:t>
      </w:r>
    </w:p>
    <w:p w:rsidR="00177C5B" w:rsidRPr="0088602C" w:rsidRDefault="00177C5B" w:rsidP="00177C5B">
      <w:pPr>
        <w:spacing w:line="276" w:lineRule="auto"/>
        <w:ind w:right="720"/>
        <w:rPr>
          <w:sz w:val="20"/>
        </w:rPr>
      </w:pPr>
      <w:r w:rsidRPr="0088602C">
        <w:rPr>
          <w:sz w:val="20"/>
        </w:rPr>
        <w:tab/>
      </w:r>
      <w:r w:rsidRPr="0088602C">
        <w:rPr>
          <w:sz w:val="20"/>
        </w:rPr>
        <w:tab/>
      </w:r>
    </w:p>
    <w:p w:rsidR="00177C5B" w:rsidRPr="0088602C" w:rsidRDefault="00177C5B" w:rsidP="00177C5B">
      <w:pPr>
        <w:spacing w:line="276" w:lineRule="auto"/>
        <w:ind w:right="720"/>
        <w:rPr>
          <w:sz w:val="20"/>
        </w:rPr>
      </w:pPr>
      <w:r w:rsidRPr="0088602C">
        <w:rPr>
          <w:sz w:val="20"/>
        </w:rPr>
        <w:tab/>
        <w:t xml:space="preserve">First calculate the molar concentrations of the two species: </w:t>
      </w:r>
    </w:p>
    <w:p w:rsidR="00177C5B" w:rsidRPr="0088602C" w:rsidRDefault="00177C5B" w:rsidP="00177C5B">
      <w:pPr>
        <w:spacing w:line="276" w:lineRule="auto"/>
        <w:ind w:right="720"/>
        <w:rPr>
          <w:sz w:val="20"/>
        </w:rPr>
      </w:pPr>
      <w:r w:rsidRPr="0088602C">
        <w:rPr>
          <w:sz w:val="20"/>
        </w:rPr>
        <w:tab/>
      </w:r>
      <w:r w:rsidRPr="0088602C">
        <w:rPr>
          <w:sz w:val="20"/>
        </w:rPr>
        <w:tab/>
        <w:t>[HA]=?   Units is mol/Liter</w:t>
      </w:r>
    </w:p>
    <w:p w:rsidR="00177C5B" w:rsidRPr="0088602C" w:rsidRDefault="00177C5B" w:rsidP="00177C5B">
      <w:pPr>
        <w:spacing w:line="276" w:lineRule="auto"/>
        <w:ind w:right="720"/>
        <w:rPr>
          <w:sz w:val="20"/>
        </w:rPr>
      </w:pPr>
      <w:r w:rsidRPr="0088602C">
        <w:rPr>
          <w:sz w:val="20"/>
        </w:rPr>
        <w:tab/>
      </w:r>
      <w:r w:rsidRPr="0088602C">
        <w:rPr>
          <w:sz w:val="20"/>
        </w:rPr>
        <w:tab/>
        <w:t>[A]=?</w:t>
      </w:r>
    </w:p>
    <w:p w:rsidR="0088602C" w:rsidRPr="0088602C" w:rsidRDefault="0088602C" w:rsidP="00177C5B">
      <w:pPr>
        <w:spacing w:line="276" w:lineRule="auto"/>
        <w:ind w:right="720"/>
        <w:rPr>
          <w:sz w:val="20"/>
        </w:rPr>
      </w:pPr>
      <w:r w:rsidRPr="0088602C">
        <w:rPr>
          <w:sz w:val="20"/>
        </w:rPr>
        <w:tab/>
      </w:r>
      <w:r w:rsidRPr="0088602C">
        <w:rPr>
          <w:sz w:val="20"/>
        </w:rPr>
        <w:tab/>
      </w:r>
      <w:r w:rsidR="00801DB7" w:rsidRPr="00801DB7">
        <w:rPr>
          <w:sz w:val="20"/>
        </w:rPr>
        <w:t>What is final volume V</w:t>
      </w:r>
      <w:r w:rsidR="00801DB7" w:rsidRPr="00801DB7">
        <w:rPr>
          <w:sz w:val="20"/>
          <w:vertAlign w:val="subscript"/>
        </w:rPr>
        <w:t>2</w:t>
      </w:r>
      <w:r w:rsidR="00801DB7" w:rsidRPr="00801DB7">
        <w:rPr>
          <w:sz w:val="20"/>
        </w:rPr>
        <w:t>?</w:t>
      </w:r>
    </w:p>
    <w:p w:rsidR="00177C5B" w:rsidRDefault="00177C5B" w:rsidP="00177C5B">
      <w:pPr>
        <w:spacing w:line="276" w:lineRule="auto"/>
        <w:ind w:right="720"/>
        <w:rPr>
          <w:sz w:val="20"/>
        </w:rPr>
      </w:pPr>
    </w:p>
    <w:p w:rsidR="0079466E" w:rsidRPr="0088602C" w:rsidRDefault="0079466E" w:rsidP="00177C5B">
      <w:pPr>
        <w:spacing w:line="276" w:lineRule="auto"/>
        <w:ind w:right="720"/>
        <w:rPr>
          <w:sz w:val="20"/>
        </w:rPr>
      </w:pPr>
    </w:p>
    <w:p w:rsidR="0088602C" w:rsidRDefault="0088602C" w:rsidP="00177C5B">
      <w:pPr>
        <w:spacing w:line="276" w:lineRule="auto"/>
        <w:ind w:right="720"/>
        <w:rPr>
          <w:sz w:val="20"/>
        </w:rPr>
      </w:pPr>
    </w:p>
    <w:p w:rsidR="0079466E" w:rsidRDefault="0079466E" w:rsidP="00177C5B">
      <w:pPr>
        <w:spacing w:line="276" w:lineRule="auto"/>
        <w:ind w:right="720"/>
        <w:rPr>
          <w:sz w:val="20"/>
        </w:rPr>
      </w:pPr>
    </w:p>
    <w:p w:rsidR="0079466E" w:rsidRDefault="0079466E" w:rsidP="00177C5B">
      <w:pPr>
        <w:spacing w:line="276" w:lineRule="auto"/>
        <w:ind w:right="720"/>
        <w:rPr>
          <w:sz w:val="20"/>
        </w:rPr>
      </w:pPr>
    </w:p>
    <w:p w:rsidR="00826867" w:rsidRPr="0088602C" w:rsidRDefault="00826867" w:rsidP="00177C5B">
      <w:pPr>
        <w:spacing w:line="276" w:lineRule="auto"/>
        <w:ind w:right="720"/>
        <w:rPr>
          <w:sz w:val="20"/>
        </w:rPr>
      </w:pPr>
    </w:p>
    <w:p w:rsidR="00177C5B" w:rsidRPr="0088602C" w:rsidRDefault="00177C5B" w:rsidP="00177C5B">
      <w:pPr>
        <w:spacing w:line="276" w:lineRule="auto"/>
        <w:ind w:left="1440" w:right="720"/>
        <w:rPr>
          <w:b/>
          <w:sz w:val="22"/>
        </w:rPr>
      </w:pPr>
    </w:p>
    <w:p w:rsidR="00177C5B" w:rsidRPr="0088602C" w:rsidRDefault="00177C5B" w:rsidP="00177C5B">
      <w:pPr>
        <w:spacing w:line="276" w:lineRule="auto"/>
        <w:ind w:right="720"/>
        <w:rPr>
          <w:b/>
          <w:sz w:val="22"/>
        </w:rPr>
      </w:pPr>
      <w:r w:rsidRPr="0088602C">
        <w:rPr>
          <w:b/>
          <w:sz w:val="22"/>
        </w:rPr>
        <w:t>Henderson-</w:t>
      </w:r>
      <w:proofErr w:type="spellStart"/>
      <w:r w:rsidRPr="0088602C">
        <w:rPr>
          <w:b/>
          <w:sz w:val="22"/>
        </w:rPr>
        <w:t>Hasselbalch</w:t>
      </w:r>
      <w:proofErr w:type="spellEnd"/>
      <w:r w:rsidRPr="0088602C">
        <w:rPr>
          <w:b/>
          <w:sz w:val="22"/>
        </w:rPr>
        <w:t xml:space="preserve"> example 2</w:t>
      </w:r>
    </w:p>
    <w:p w:rsidR="00412B3C" w:rsidRPr="0088602C" w:rsidRDefault="002D49AE" w:rsidP="0088602C">
      <w:pPr>
        <w:spacing w:line="276" w:lineRule="auto"/>
        <w:ind w:right="720"/>
        <w:rPr>
          <w:sz w:val="20"/>
        </w:rPr>
      </w:pPr>
      <w:r w:rsidRPr="0088602C">
        <w:rPr>
          <w:sz w:val="20"/>
        </w:rPr>
        <w:t xml:space="preserve">How much 1 M </w:t>
      </w:r>
      <w:proofErr w:type="spellStart"/>
      <w:r w:rsidRPr="0088602C">
        <w:rPr>
          <w:sz w:val="20"/>
        </w:rPr>
        <w:t>HCl</w:t>
      </w:r>
      <w:proofErr w:type="spellEnd"/>
      <w:r w:rsidRPr="0088602C">
        <w:rPr>
          <w:sz w:val="20"/>
        </w:rPr>
        <w:t xml:space="preserve"> is needed to adjust the pH of 100 ml of 0.1 M </w:t>
      </w:r>
      <w:proofErr w:type="spellStart"/>
      <w:r w:rsidRPr="0088602C">
        <w:rPr>
          <w:sz w:val="20"/>
        </w:rPr>
        <w:t>Hepes</w:t>
      </w:r>
      <w:proofErr w:type="spellEnd"/>
      <w:r w:rsidRPr="0088602C">
        <w:rPr>
          <w:sz w:val="20"/>
        </w:rPr>
        <w:t xml:space="preserve"> to 7.3 if the </w:t>
      </w:r>
      <w:proofErr w:type="spellStart"/>
      <w:r w:rsidRPr="0088602C">
        <w:rPr>
          <w:sz w:val="20"/>
        </w:rPr>
        <w:t>pKa</w:t>
      </w:r>
      <w:proofErr w:type="spellEnd"/>
      <w:r w:rsidRPr="0088602C">
        <w:rPr>
          <w:sz w:val="20"/>
        </w:rPr>
        <w:t xml:space="preserve"> of </w:t>
      </w:r>
      <w:proofErr w:type="spellStart"/>
      <w:r w:rsidRPr="0088602C">
        <w:rPr>
          <w:sz w:val="20"/>
        </w:rPr>
        <w:t>Hepes</w:t>
      </w:r>
      <w:proofErr w:type="spellEnd"/>
      <w:r w:rsidRPr="0088602C">
        <w:rPr>
          <w:sz w:val="20"/>
        </w:rPr>
        <w:t xml:space="preserve"> = 7.5?</w:t>
      </w:r>
      <w:r w:rsidRPr="0088602C">
        <w:rPr>
          <w:sz w:val="20"/>
        </w:rPr>
        <w:tab/>
      </w:r>
    </w:p>
    <w:p w:rsidR="0088602C" w:rsidRPr="0088602C" w:rsidRDefault="0088602C" w:rsidP="0088602C">
      <w:pPr>
        <w:spacing w:line="276" w:lineRule="auto"/>
        <w:ind w:right="720" w:firstLine="720"/>
        <w:rPr>
          <w:sz w:val="20"/>
        </w:rPr>
      </w:pPr>
      <w:proofErr w:type="gramStart"/>
      <w:r w:rsidRPr="0088602C">
        <w:rPr>
          <w:sz w:val="20"/>
        </w:rPr>
        <w:t>pH</w:t>
      </w:r>
      <w:proofErr w:type="gramEnd"/>
      <w:r w:rsidRPr="0088602C">
        <w:rPr>
          <w:sz w:val="20"/>
        </w:rPr>
        <w:t xml:space="preserve"> = </w:t>
      </w:r>
      <w:proofErr w:type="spellStart"/>
      <w:r w:rsidRPr="0088602C">
        <w:rPr>
          <w:sz w:val="20"/>
        </w:rPr>
        <w:t>pKa</w:t>
      </w:r>
      <w:proofErr w:type="spellEnd"/>
      <w:r w:rsidRPr="0088602C">
        <w:rPr>
          <w:sz w:val="20"/>
        </w:rPr>
        <w:t xml:space="preserve"> + log [A]/[HA]</w:t>
      </w:r>
    </w:p>
    <w:p w:rsidR="0088602C" w:rsidRPr="0088602C" w:rsidRDefault="0088602C" w:rsidP="0088602C">
      <w:pPr>
        <w:spacing w:line="276" w:lineRule="auto"/>
        <w:ind w:right="720"/>
        <w:rPr>
          <w:sz w:val="20"/>
        </w:rPr>
      </w:pPr>
      <w:r w:rsidRPr="0088602C">
        <w:rPr>
          <w:sz w:val="20"/>
        </w:rPr>
        <w:t xml:space="preserve">What is the unknown in this equation? </w:t>
      </w:r>
    </w:p>
    <w:p w:rsidR="0088602C" w:rsidRPr="0088602C" w:rsidRDefault="0088602C" w:rsidP="0088602C">
      <w:pPr>
        <w:spacing w:line="276" w:lineRule="auto"/>
        <w:ind w:right="720"/>
        <w:rPr>
          <w:sz w:val="20"/>
        </w:rPr>
      </w:pPr>
      <w:r w:rsidRPr="0088602C">
        <w:rPr>
          <w:sz w:val="20"/>
        </w:rPr>
        <w:t>Derive expressions for the concentrations of acid and base:</w:t>
      </w:r>
    </w:p>
    <w:p w:rsidR="0088602C" w:rsidRPr="0088602C" w:rsidRDefault="0088602C" w:rsidP="0088602C">
      <w:pPr>
        <w:spacing w:line="276" w:lineRule="auto"/>
        <w:ind w:right="720"/>
        <w:rPr>
          <w:sz w:val="20"/>
        </w:rPr>
      </w:pPr>
      <w:r w:rsidRPr="0088602C">
        <w:rPr>
          <w:sz w:val="20"/>
        </w:rPr>
        <w:tab/>
        <w:t xml:space="preserve">[A] </w:t>
      </w:r>
      <w:proofErr w:type="gramStart"/>
      <w:r w:rsidRPr="0088602C">
        <w:rPr>
          <w:sz w:val="20"/>
        </w:rPr>
        <w:t>= ?</w:t>
      </w:r>
      <w:proofErr w:type="gramEnd"/>
      <w:r w:rsidRPr="0088602C">
        <w:rPr>
          <w:sz w:val="20"/>
        </w:rPr>
        <w:t xml:space="preserve">  And [HA] </w:t>
      </w:r>
      <w:proofErr w:type="gramStart"/>
      <w:r w:rsidRPr="0088602C">
        <w:rPr>
          <w:sz w:val="20"/>
        </w:rPr>
        <w:t>= ?</w:t>
      </w:r>
      <w:proofErr w:type="gramEnd"/>
    </w:p>
    <w:p w:rsidR="0088602C" w:rsidRPr="0088602C" w:rsidRDefault="0088602C" w:rsidP="0088602C">
      <w:pPr>
        <w:spacing w:line="276" w:lineRule="auto"/>
        <w:ind w:right="720"/>
        <w:rPr>
          <w:sz w:val="20"/>
        </w:rPr>
      </w:pPr>
      <w:r w:rsidRPr="0088602C">
        <w:rPr>
          <w:sz w:val="20"/>
        </w:rPr>
        <w:tab/>
        <w:t xml:space="preserve">[A] </w:t>
      </w:r>
      <w:proofErr w:type="gramStart"/>
      <w:r w:rsidRPr="0088602C">
        <w:rPr>
          <w:sz w:val="20"/>
        </w:rPr>
        <w:t>=  (</w:t>
      </w:r>
      <w:proofErr w:type="gramEnd"/>
      <w:r w:rsidRPr="0088602C">
        <w:rPr>
          <w:sz w:val="20"/>
        </w:rPr>
        <w:t>0.1) [100/(100+ x)] = …</w:t>
      </w:r>
    </w:p>
    <w:p w:rsidR="0088602C" w:rsidRDefault="0088602C" w:rsidP="0088602C">
      <w:pPr>
        <w:spacing w:line="276" w:lineRule="auto"/>
        <w:ind w:right="720" w:firstLine="720"/>
        <w:rPr>
          <w:sz w:val="20"/>
        </w:rPr>
      </w:pPr>
      <w:r w:rsidRPr="0088602C">
        <w:rPr>
          <w:sz w:val="20"/>
        </w:rPr>
        <w:t xml:space="preserve">[HA] = </w:t>
      </w:r>
    </w:p>
    <w:p w:rsidR="0088602C" w:rsidRDefault="0088602C" w:rsidP="0088602C">
      <w:pPr>
        <w:spacing w:line="276" w:lineRule="auto"/>
        <w:ind w:right="720" w:firstLine="720"/>
        <w:rPr>
          <w:sz w:val="20"/>
        </w:rPr>
      </w:pPr>
    </w:p>
    <w:p w:rsidR="0079466E" w:rsidRDefault="0079466E" w:rsidP="0088602C">
      <w:pPr>
        <w:spacing w:line="276" w:lineRule="auto"/>
        <w:ind w:right="720" w:firstLine="720"/>
        <w:rPr>
          <w:sz w:val="20"/>
        </w:rPr>
      </w:pPr>
    </w:p>
    <w:p w:rsidR="0079466E" w:rsidRDefault="0079466E" w:rsidP="0088602C">
      <w:pPr>
        <w:spacing w:line="276" w:lineRule="auto"/>
        <w:ind w:right="720" w:firstLine="720"/>
        <w:rPr>
          <w:sz w:val="20"/>
        </w:rPr>
      </w:pPr>
    </w:p>
    <w:p w:rsidR="00826867" w:rsidRDefault="00826867" w:rsidP="0088602C">
      <w:pPr>
        <w:spacing w:line="276" w:lineRule="auto"/>
        <w:ind w:right="720" w:firstLine="720"/>
        <w:rPr>
          <w:sz w:val="20"/>
        </w:rPr>
      </w:pPr>
    </w:p>
    <w:p w:rsidR="0088602C" w:rsidRDefault="0088602C" w:rsidP="0088602C">
      <w:pPr>
        <w:spacing w:line="276" w:lineRule="auto"/>
        <w:ind w:right="720" w:firstLine="720"/>
        <w:rPr>
          <w:sz w:val="20"/>
        </w:rPr>
      </w:pPr>
    </w:p>
    <w:p w:rsidR="0088602C" w:rsidRDefault="0088602C" w:rsidP="0088602C">
      <w:pPr>
        <w:spacing w:line="276" w:lineRule="auto"/>
        <w:ind w:right="720" w:firstLine="720"/>
        <w:rPr>
          <w:sz w:val="20"/>
        </w:rPr>
      </w:pPr>
    </w:p>
    <w:p w:rsidR="0088602C" w:rsidRPr="0088602C" w:rsidRDefault="0088602C" w:rsidP="0088602C">
      <w:pPr>
        <w:spacing w:line="276" w:lineRule="auto"/>
        <w:ind w:right="720" w:firstLine="720"/>
        <w:rPr>
          <w:sz w:val="20"/>
        </w:rPr>
      </w:pPr>
    </w:p>
    <w:p w:rsidR="0088602C" w:rsidRPr="0088602C" w:rsidRDefault="0088602C" w:rsidP="0088602C">
      <w:pPr>
        <w:spacing w:line="276" w:lineRule="auto"/>
        <w:ind w:right="720" w:firstLine="720"/>
        <w:rPr>
          <w:sz w:val="20"/>
        </w:rPr>
      </w:pPr>
    </w:p>
    <w:p w:rsidR="0088602C" w:rsidRPr="0088602C" w:rsidRDefault="0088602C" w:rsidP="0088602C">
      <w:pPr>
        <w:spacing w:line="276" w:lineRule="auto"/>
        <w:ind w:right="720"/>
        <w:rPr>
          <w:b/>
          <w:sz w:val="22"/>
        </w:rPr>
      </w:pPr>
      <w:r w:rsidRPr="0088602C">
        <w:rPr>
          <w:b/>
          <w:sz w:val="22"/>
        </w:rPr>
        <w:t>Henderson-</w:t>
      </w:r>
      <w:proofErr w:type="spellStart"/>
      <w:r w:rsidRPr="0088602C">
        <w:rPr>
          <w:b/>
          <w:sz w:val="22"/>
        </w:rPr>
        <w:t>Hasselbalch</w:t>
      </w:r>
      <w:proofErr w:type="spellEnd"/>
      <w:r w:rsidRPr="0088602C">
        <w:rPr>
          <w:b/>
          <w:sz w:val="22"/>
        </w:rPr>
        <w:t xml:space="preserve"> example 3</w:t>
      </w:r>
    </w:p>
    <w:p w:rsidR="00412B3C" w:rsidRPr="0088602C" w:rsidRDefault="002D49AE" w:rsidP="0088602C">
      <w:pPr>
        <w:spacing w:line="276" w:lineRule="auto"/>
        <w:ind w:right="720"/>
        <w:rPr>
          <w:sz w:val="20"/>
        </w:rPr>
      </w:pPr>
      <w:r w:rsidRPr="0088602C">
        <w:rPr>
          <w:sz w:val="20"/>
        </w:rPr>
        <w:t xml:space="preserve">What </w:t>
      </w:r>
      <w:r w:rsidRPr="0088602C">
        <w:rPr>
          <w:sz w:val="20"/>
          <w:u w:val="single"/>
        </w:rPr>
        <w:t xml:space="preserve">molar ratio </w:t>
      </w:r>
      <w:r w:rsidRPr="0088602C">
        <w:rPr>
          <w:sz w:val="20"/>
        </w:rPr>
        <w:t xml:space="preserve">of base to acid is needed to make a pH 7.5 phosphate buffer given the </w:t>
      </w:r>
      <w:proofErr w:type="spellStart"/>
      <w:r w:rsidRPr="0088602C">
        <w:rPr>
          <w:sz w:val="20"/>
        </w:rPr>
        <w:t>pKa</w:t>
      </w:r>
      <w:proofErr w:type="spellEnd"/>
      <w:r w:rsidRPr="0088602C">
        <w:rPr>
          <w:sz w:val="20"/>
        </w:rPr>
        <w:t xml:space="preserve"> = 6.86?</w:t>
      </w:r>
    </w:p>
    <w:p w:rsidR="0088602C" w:rsidRPr="0088602C" w:rsidRDefault="0088602C" w:rsidP="0088602C">
      <w:pPr>
        <w:spacing w:line="276" w:lineRule="auto"/>
        <w:ind w:right="720" w:firstLine="720"/>
        <w:rPr>
          <w:sz w:val="20"/>
        </w:rPr>
      </w:pPr>
      <w:r w:rsidRPr="0088602C">
        <w:rPr>
          <w:sz w:val="20"/>
        </w:rPr>
        <w:tab/>
      </w:r>
    </w:p>
    <w:p w:rsidR="0088602C" w:rsidRPr="0088602C" w:rsidRDefault="0088602C" w:rsidP="0088602C">
      <w:pPr>
        <w:spacing w:line="276" w:lineRule="auto"/>
        <w:ind w:right="720" w:firstLine="720"/>
        <w:rPr>
          <w:sz w:val="20"/>
        </w:rPr>
      </w:pPr>
      <w:proofErr w:type="gramStart"/>
      <w:r w:rsidRPr="0088602C">
        <w:rPr>
          <w:sz w:val="20"/>
        </w:rPr>
        <w:t>pH</w:t>
      </w:r>
      <w:proofErr w:type="gramEnd"/>
      <w:r w:rsidRPr="0088602C">
        <w:rPr>
          <w:sz w:val="20"/>
        </w:rPr>
        <w:t xml:space="preserve"> = </w:t>
      </w:r>
      <w:proofErr w:type="spellStart"/>
      <w:r w:rsidRPr="0088602C">
        <w:rPr>
          <w:sz w:val="20"/>
        </w:rPr>
        <w:t>pKa</w:t>
      </w:r>
      <w:proofErr w:type="spellEnd"/>
      <w:r w:rsidRPr="0088602C">
        <w:rPr>
          <w:sz w:val="20"/>
        </w:rPr>
        <w:t xml:space="preserve"> + log [A]/[HA]</w:t>
      </w:r>
    </w:p>
    <w:p w:rsidR="0088602C" w:rsidRPr="0088602C" w:rsidRDefault="0079466E" w:rsidP="0088602C">
      <w:pPr>
        <w:spacing w:line="276" w:lineRule="auto"/>
        <w:ind w:right="720" w:firstLine="720"/>
        <w:rPr>
          <w:sz w:val="20"/>
        </w:rPr>
      </w:pPr>
      <w:r>
        <w:rPr>
          <w:sz w:val="20"/>
        </w:rPr>
        <w:t>Fill in the values you know first…</w:t>
      </w:r>
    </w:p>
    <w:p w:rsidR="00102F22" w:rsidRPr="0088602C" w:rsidRDefault="00102F22" w:rsidP="00B870DA">
      <w:pPr>
        <w:spacing w:line="276" w:lineRule="auto"/>
        <w:ind w:right="720"/>
        <w:rPr>
          <w:sz w:val="20"/>
        </w:rPr>
      </w:pPr>
    </w:p>
    <w:p w:rsidR="00102F22" w:rsidRPr="0088602C" w:rsidRDefault="00102F22" w:rsidP="00B870DA">
      <w:pPr>
        <w:spacing w:line="276" w:lineRule="auto"/>
        <w:ind w:right="720"/>
        <w:rPr>
          <w:sz w:val="20"/>
        </w:rPr>
      </w:pPr>
    </w:p>
    <w:p w:rsidR="00102F22" w:rsidRPr="0088602C" w:rsidRDefault="00102F22" w:rsidP="00B870DA">
      <w:pPr>
        <w:spacing w:line="276" w:lineRule="auto"/>
        <w:ind w:right="720"/>
        <w:rPr>
          <w:sz w:val="20"/>
        </w:rPr>
      </w:pPr>
    </w:p>
    <w:p w:rsidR="00CD7B10" w:rsidRPr="0088602C" w:rsidRDefault="00CD7B10" w:rsidP="00B870DA">
      <w:pPr>
        <w:spacing w:line="276" w:lineRule="auto"/>
        <w:ind w:right="720"/>
        <w:rPr>
          <w:sz w:val="20"/>
        </w:rPr>
      </w:pPr>
    </w:p>
    <w:sectPr w:rsidR="00CD7B10" w:rsidRPr="0088602C" w:rsidSect="00826867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C1AEB"/>
    <w:multiLevelType w:val="hybridMultilevel"/>
    <w:tmpl w:val="E3C20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20F60"/>
    <w:multiLevelType w:val="hybridMultilevel"/>
    <w:tmpl w:val="FC68C12C"/>
    <w:lvl w:ilvl="0" w:tplc="6E5C29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F63F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2E1F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2867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E68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5EA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D2C7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18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0AB3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F8A7A7C"/>
    <w:multiLevelType w:val="hybridMultilevel"/>
    <w:tmpl w:val="5022A0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E2601"/>
    <w:multiLevelType w:val="hybridMultilevel"/>
    <w:tmpl w:val="B2B0B8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C70C8"/>
    <w:multiLevelType w:val="hybridMultilevel"/>
    <w:tmpl w:val="ED5EB4BE"/>
    <w:lvl w:ilvl="0" w:tplc="6670454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2113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80C26E">
      <w:start w:val="135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DE70E0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38032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76A8F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CC6D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2CADD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F4131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58C3FE1"/>
    <w:multiLevelType w:val="hybridMultilevel"/>
    <w:tmpl w:val="99583FD2"/>
    <w:lvl w:ilvl="0" w:tplc="EC5890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7EB2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E03C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DE67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F083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7AD5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0C87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E49F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D27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61A24FC"/>
    <w:multiLevelType w:val="hybridMultilevel"/>
    <w:tmpl w:val="31423CDA"/>
    <w:lvl w:ilvl="0" w:tplc="DE9CBD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566C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3A43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3A87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54691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8ED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E2FB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3A89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B84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3065524"/>
    <w:multiLevelType w:val="hybridMultilevel"/>
    <w:tmpl w:val="F6CEF27A"/>
    <w:lvl w:ilvl="0" w:tplc="CE02B5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AA73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3221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3835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1A04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7690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E67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36E3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78CF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F8C3748"/>
    <w:multiLevelType w:val="hybridMultilevel"/>
    <w:tmpl w:val="F4C00542"/>
    <w:lvl w:ilvl="0" w:tplc="38DE07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5684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ECDF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EEED7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50F6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BC64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DE4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208A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0CF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A1B499C"/>
    <w:multiLevelType w:val="hybridMultilevel"/>
    <w:tmpl w:val="33C6A17C"/>
    <w:lvl w:ilvl="0" w:tplc="9CFE5E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0ACD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265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E3D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3E14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16D5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4AB7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36F9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DC4D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D132EBD"/>
    <w:multiLevelType w:val="hybridMultilevel"/>
    <w:tmpl w:val="A9441126"/>
    <w:lvl w:ilvl="0" w:tplc="234C7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FE5F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F4CD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1E07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EEE9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0CD0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7AF6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26FE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105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7145392F"/>
    <w:multiLevelType w:val="hybridMultilevel"/>
    <w:tmpl w:val="132A7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C681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5273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06D8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C07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C2F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483D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0C9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6E27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72626389"/>
    <w:multiLevelType w:val="hybridMultilevel"/>
    <w:tmpl w:val="9E2CA306"/>
    <w:lvl w:ilvl="0" w:tplc="9BC8C86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2AC134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83CE3A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DC4CFFB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C742D43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65749FA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0D70FEC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690ED49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D0D7B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3">
    <w:nsid w:val="76851CC8"/>
    <w:multiLevelType w:val="hybridMultilevel"/>
    <w:tmpl w:val="BFA4A254"/>
    <w:lvl w:ilvl="0" w:tplc="F7D65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708F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F64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76DD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C810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2FD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64A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946D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E8F5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12"/>
  </w:num>
  <w:num w:numId="9">
    <w:abstractNumId w:val="0"/>
  </w:num>
  <w:num w:numId="10">
    <w:abstractNumId w:val="4"/>
  </w:num>
  <w:num w:numId="11">
    <w:abstractNumId w:val="6"/>
  </w:num>
  <w:num w:numId="12">
    <w:abstractNumId w:val="9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67172"/>
    <w:rsid w:val="00102F22"/>
    <w:rsid w:val="00104370"/>
    <w:rsid w:val="00105BE2"/>
    <w:rsid w:val="00153837"/>
    <w:rsid w:val="00164297"/>
    <w:rsid w:val="00177C5B"/>
    <w:rsid w:val="0022037D"/>
    <w:rsid w:val="00232B14"/>
    <w:rsid w:val="002A7261"/>
    <w:rsid w:val="002D49AE"/>
    <w:rsid w:val="002D6CB8"/>
    <w:rsid w:val="002E6239"/>
    <w:rsid w:val="0031376D"/>
    <w:rsid w:val="00362CE1"/>
    <w:rsid w:val="00412B3C"/>
    <w:rsid w:val="00433733"/>
    <w:rsid w:val="00453BF4"/>
    <w:rsid w:val="004E0874"/>
    <w:rsid w:val="00510986"/>
    <w:rsid w:val="00551E47"/>
    <w:rsid w:val="005D61A4"/>
    <w:rsid w:val="005E5CDA"/>
    <w:rsid w:val="005F05F2"/>
    <w:rsid w:val="00613F29"/>
    <w:rsid w:val="00683440"/>
    <w:rsid w:val="00696BFD"/>
    <w:rsid w:val="00712167"/>
    <w:rsid w:val="0072332A"/>
    <w:rsid w:val="0079466E"/>
    <w:rsid w:val="007D37ED"/>
    <w:rsid w:val="00801DB7"/>
    <w:rsid w:val="00826867"/>
    <w:rsid w:val="0088602C"/>
    <w:rsid w:val="008922D8"/>
    <w:rsid w:val="008B358E"/>
    <w:rsid w:val="00A018B3"/>
    <w:rsid w:val="00A861F7"/>
    <w:rsid w:val="00B20D3B"/>
    <w:rsid w:val="00B27F97"/>
    <w:rsid w:val="00B434AD"/>
    <w:rsid w:val="00B870DA"/>
    <w:rsid w:val="00BB1D4A"/>
    <w:rsid w:val="00BC3B80"/>
    <w:rsid w:val="00BE0D32"/>
    <w:rsid w:val="00C67172"/>
    <w:rsid w:val="00CB369D"/>
    <w:rsid w:val="00CD7B10"/>
    <w:rsid w:val="00CF0001"/>
    <w:rsid w:val="00D264B5"/>
    <w:rsid w:val="00D62522"/>
    <w:rsid w:val="00D74190"/>
    <w:rsid w:val="00DD71ED"/>
    <w:rsid w:val="00E30CEE"/>
    <w:rsid w:val="00E460AE"/>
    <w:rsid w:val="00E8437F"/>
    <w:rsid w:val="00EC0C8B"/>
    <w:rsid w:val="00F051E5"/>
    <w:rsid w:val="00F17349"/>
    <w:rsid w:val="00F6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37D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037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037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037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03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037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037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037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037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037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03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74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41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2037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037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037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2037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037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037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037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037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037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22037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2037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037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22037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22037D"/>
    <w:rPr>
      <w:b/>
      <w:bCs/>
    </w:rPr>
  </w:style>
  <w:style w:type="character" w:styleId="Emphasis">
    <w:name w:val="Emphasis"/>
    <w:basedOn w:val="DefaultParagraphFont"/>
    <w:uiPriority w:val="20"/>
    <w:qFormat/>
    <w:rsid w:val="0022037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22037D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22037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2037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037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037D"/>
    <w:rPr>
      <w:b/>
      <w:i/>
      <w:sz w:val="24"/>
    </w:rPr>
  </w:style>
  <w:style w:type="character" w:styleId="SubtleEmphasis">
    <w:name w:val="Subtle Emphasis"/>
    <w:uiPriority w:val="19"/>
    <w:qFormat/>
    <w:rsid w:val="0022037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22037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2037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2037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2037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037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0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268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479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1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39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051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1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32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2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4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2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48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3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254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4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836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1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962162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0985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106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4876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776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8022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529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6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46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beckham\Local%20Settings\Application%20Data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770DBB-3BA2-453A-857C-6172DEE6F169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C2719C63-3E4C-4E43-B423-7C093633D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303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Texas at Austin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jbeckham</dc:creator>
  <cp:lastModifiedBy>Josh Beckham</cp:lastModifiedBy>
  <cp:revision>23</cp:revision>
  <cp:lastPrinted>2012-02-21T02:33:00Z</cp:lastPrinted>
  <dcterms:created xsi:type="dcterms:W3CDTF">2011-02-06T15:27:00Z</dcterms:created>
  <dcterms:modified xsi:type="dcterms:W3CDTF">2012-02-21T02:34:00Z</dcterms:modified>
</cp:coreProperties>
</file>